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8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6473A75C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800AB0">
              <w:t>010</w:t>
            </w:r>
          </w:p>
          <w:p w14:paraId="56E31633" w14:textId="1E2E45D0" w:rsidR="00F105BA" w:rsidRDefault="003A3C31" w:rsidP="00800AB0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8-02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00AB0">
                  <w:t>August 2,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7575089B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proofErr w:type="spellStart"/>
            <w:r>
              <w:t>SecurIT</w:t>
            </w:r>
            <w:proofErr w:type="spellEnd"/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10980" w:type="dxa"/>
        <w:tblLook w:val="04E0" w:firstRow="1" w:lastRow="1" w:firstColumn="1" w:lastColumn="0" w:noHBand="0" w:noVBand="1"/>
      </w:tblPr>
      <w:tblGrid>
        <w:gridCol w:w="8545"/>
        <w:gridCol w:w="2435"/>
      </w:tblGrid>
      <w:tr w:rsidR="00F105BA" w14:paraId="7EFB9A31" w14:textId="77777777" w:rsidTr="00BD1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43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</w:p>
        </w:tc>
        <w:tc>
          <w:tcPr>
            <w:tcW w:w="243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F105BA" w14:paraId="6C87A60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F105BA" w14:paraId="5BF1C2D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43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43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</w:tr>
      <w:tr w:rsidR="001C0A8E" w14:paraId="74D1BCF8" w14:textId="77777777" w:rsidTr="00BD15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43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1CC9E" w14:textId="77777777" w:rsidR="00226E07" w:rsidRDefault="00226E07">
      <w:pPr>
        <w:spacing w:line="240" w:lineRule="auto"/>
      </w:pPr>
      <w:r>
        <w:separator/>
      </w:r>
    </w:p>
  </w:endnote>
  <w:endnote w:type="continuationSeparator" w:id="0">
    <w:p w14:paraId="754A4DF0" w14:textId="77777777" w:rsidR="00226E07" w:rsidRDefault="00226E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226E07">
      <w:fldChar w:fldCharType="begin"/>
    </w:r>
    <w:r w:rsidR="00226E07">
      <w:instrText xml:space="preserve"> NUMPAGES  \* Arabic  \* MERGEFORMAT </w:instrText>
    </w:r>
    <w:r w:rsidR="00226E07">
      <w:fldChar w:fldCharType="separate"/>
    </w:r>
    <w:r>
      <w:rPr>
        <w:noProof/>
      </w:rPr>
      <w:t>2</w:t>
    </w:r>
    <w:r w:rsidR="00226E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97F38" w14:textId="77777777" w:rsidR="00226E07" w:rsidRDefault="00226E07">
      <w:pPr>
        <w:spacing w:line="240" w:lineRule="auto"/>
      </w:pPr>
      <w:r>
        <w:separator/>
      </w:r>
    </w:p>
  </w:footnote>
  <w:footnote w:type="continuationSeparator" w:id="0">
    <w:p w14:paraId="31EB7928" w14:textId="77777777" w:rsidR="00226E07" w:rsidRDefault="00226E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D"/>
    <w:rsid w:val="00020C61"/>
    <w:rsid w:val="001762A2"/>
    <w:rsid w:val="001C0A8E"/>
    <w:rsid w:val="00226E07"/>
    <w:rsid w:val="003A3C31"/>
    <w:rsid w:val="0045004C"/>
    <w:rsid w:val="00532627"/>
    <w:rsid w:val="006921BE"/>
    <w:rsid w:val="00777A35"/>
    <w:rsid w:val="00800AB0"/>
    <w:rsid w:val="009146C0"/>
    <w:rsid w:val="00A4323D"/>
    <w:rsid w:val="00B84074"/>
    <w:rsid w:val="00BD151E"/>
    <w:rsid w:val="00C06D04"/>
    <w:rsid w:val="00CB371C"/>
    <w:rsid w:val="00EC2C7B"/>
    <w:rsid w:val="00F105BA"/>
    <w:rsid w:val="00FA71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sesoftwareguy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6A3078"/>
    <w:rsid w:val="007670A4"/>
    <w:rsid w:val="009C22CD"/>
    <w:rsid w:val="00AF693F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invoice.dotx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Tam</dc:creator>
  <cp:lastModifiedBy>Adrian Tam</cp:lastModifiedBy>
  <cp:revision>2</cp:revision>
  <dcterms:created xsi:type="dcterms:W3CDTF">2014-05-05T07:41:00Z</dcterms:created>
  <dcterms:modified xsi:type="dcterms:W3CDTF">2014-05-05T07:41:00Z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